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6AC" w:rsidRPr="00DD09C0" w:rsidRDefault="008D16AC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16AC" w:rsidRPr="00DD09C0" w:rsidRDefault="008D16AC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:rsidR="008D16AC" w:rsidRPr="00DD09C0" w:rsidRDefault="008D16AC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:rsidR="008D16AC" w:rsidRPr="00DD09C0" w:rsidRDefault="008D16AC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:rsidR="008D16AC" w:rsidRPr="00DD09C0" w:rsidRDefault="008D16AC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:rsidR="008D16AC" w:rsidRPr="00DD09C0" w:rsidRDefault="008D16AC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:rsidR="008D16AC" w:rsidRPr="00DD09C0" w:rsidRDefault="008D16AC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:rsidR="008D16AC" w:rsidRPr="00DD09C0" w:rsidRDefault="008D16AC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LEMUMS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:rsidR="008D16AC" w:rsidRPr="00DD09C0" w:rsidRDefault="008D16AC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NR.3-02020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:rsidR="008D16AC" w:rsidRPr="00DD09C0" w:rsidRDefault="008D16AC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  <w:lang w:val="en-US"/>
        </w:rPr>
      </w:pPr>
      <w:r w:rsidRPr="00DD09C0">
        <w:rPr>
          <w:rFonts w:ascii="Times New Roman" w:hAnsi="Times New Roman"/>
          <w:sz w:val="16"/>
          <w:szCs w:val="16"/>
        </w:rPr>
        <w:t xml:space="preserve">PROFESIONĀLĀS CIVILTIESISKĀS ATBILDĪBAS APDROŠINĀŠANAS POLISE NR. </w:t>
      </w:r>
      <w:r w:rsidRPr="0083099A">
        <w:rPr>
          <w:rFonts w:ascii="Times New Roman" w:hAnsi="Times New Roman"/>
          <w:sz w:val="16"/>
          <w:szCs w:val="16"/>
        </w:rPr>
        <w:t>777513478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6...8</w:t>
      </w:r>
    </w:p>
    <w:p w:rsidR="008D16AC" w:rsidRPr="00DD09C0" w:rsidRDefault="008D16AC" w:rsidP="005D621C">
      <w:pPr>
        <w:tabs>
          <w:tab w:val="left" w:pos="3660"/>
        </w:tabs>
        <w:ind w:left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5D621C">
        <w:rPr>
          <w:rFonts w:ascii="Times New Roman" w:hAnsi="Times New Roman"/>
          <w:sz w:val="16"/>
          <w:szCs w:val="16"/>
        </w:rPr>
        <w:t>NEKUSTAMĀ ĪPAŠUMA VALDĪJUMA VAI LIETOJUMA</w:t>
      </w:r>
      <w:r>
        <w:rPr>
          <w:rFonts w:ascii="Times New Roman" w:hAnsi="Times New Roman"/>
          <w:sz w:val="16"/>
          <w:szCs w:val="16"/>
        </w:rPr>
        <w:t xml:space="preserve"> </w:t>
      </w:r>
      <w:r w:rsidRPr="005D621C">
        <w:rPr>
          <w:rFonts w:ascii="Times New Roman" w:hAnsi="Times New Roman"/>
          <w:sz w:val="16"/>
          <w:szCs w:val="16"/>
        </w:rPr>
        <w:t>TIESĪBU APLIECINOŠI DOKUMENTI</w:t>
      </w:r>
      <w:r>
        <w:t xml:space="preserve"> .....................   </w:t>
      </w:r>
      <w:r w:rsidRPr="005D621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9...26</w:t>
      </w:r>
      <w:r>
        <w:t xml:space="preserve">                                           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</w:p>
    <w:p w:rsidR="008D16AC" w:rsidRDefault="008D16AC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27...34</w:t>
      </w:r>
    </w:p>
    <w:p w:rsidR="008D16AC" w:rsidRDefault="008D16AC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PROTOKOLS.....................................................................................................          35,36</w:t>
      </w:r>
    </w:p>
    <w:p w:rsidR="008D16AC" w:rsidRDefault="008D16AC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ATZINUMS..............................................................................................................................       37...39</w:t>
      </w:r>
    </w:p>
    <w:p w:rsidR="008D16AC" w:rsidRPr="00DD09C0" w:rsidRDefault="008D16AC" w:rsidP="009F3468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 xml:space="preserve"> FOTOFIKSĀCIJA.  </w:t>
      </w:r>
      <w:r>
        <w:rPr>
          <w:rFonts w:ascii="Times New Roman" w:hAnsi="Times New Roman"/>
          <w:sz w:val="16"/>
          <w:szCs w:val="16"/>
        </w:rPr>
        <w:t>DAUGAVAS IELĀ 24</w:t>
      </w:r>
      <w:r w:rsidRPr="00DD09C0">
        <w:rPr>
          <w:rFonts w:ascii="Times New Roman" w:hAnsi="Times New Roman"/>
          <w:sz w:val="16"/>
          <w:szCs w:val="16"/>
        </w:rPr>
        <w:t xml:space="preserve">, </w:t>
      </w:r>
      <w:r>
        <w:rPr>
          <w:rFonts w:ascii="Times New Roman" w:hAnsi="Times New Roman"/>
          <w:sz w:val="16"/>
          <w:szCs w:val="16"/>
        </w:rPr>
        <w:t>DAUGAVPILS, LV-5401, LATVIJA ..................................................................     40...49</w:t>
      </w:r>
    </w:p>
    <w:p w:rsidR="008D16AC" w:rsidRPr="00DD09C0" w:rsidRDefault="008D16AC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:rsidR="008D16AC" w:rsidRPr="00DD09C0" w:rsidRDefault="008D16AC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SKAIDROJOŠS APRAKSTS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50,51</w:t>
      </w:r>
    </w:p>
    <w:p w:rsidR="008D16AC" w:rsidRPr="00DD09C0" w:rsidRDefault="008D16AC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:rsidR="008D16AC" w:rsidRPr="00DD09C0" w:rsidRDefault="008D16AC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52</w:t>
      </w:r>
    </w:p>
    <w:p w:rsidR="008D16AC" w:rsidRPr="00DD09C0" w:rsidRDefault="008D16AC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-2    </w:t>
      </w:r>
      <w:r>
        <w:rPr>
          <w:rFonts w:ascii="Times New Roman" w:hAnsi="Times New Roman"/>
          <w:sz w:val="16"/>
          <w:szCs w:val="16"/>
        </w:rPr>
        <w:t>SPĀRU PLĀNS-SHĒMA.GRIEZUMI 1-1,2-2. SPECIFIĀCIJA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53</w:t>
      </w:r>
    </w:p>
    <w:p w:rsidR="008D16AC" w:rsidRPr="00DD09C0" w:rsidRDefault="008D16AC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BK-2-1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BĒNIŅU PLĀNS-SHĒMA AR ESOŠO SAKARU TĪKLIEM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54</w:t>
      </w:r>
    </w:p>
    <w:p w:rsidR="008D16AC" w:rsidRDefault="008D16AC" w:rsidP="00885A7C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BK-3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JUMTA PLĀNS-SHĒMA. GRIEZUMS 3-3. SKATS A-A. BENINU LOGS BL-1.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55</w:t>
      </w:r>
    </w:p>
    <w:p w:rsidR="008D16AC" w:rsidRDefault="008D16AC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BK-3-1 JUMTA PLĀNS-SHĒMA AR JUMTA NOŽOGOJUMA SHĒMU..................................................................................     56</w:t>
      </w:r>
    </w:p>
    <w:p w:rsidR="008D16AC" w:rsidRDefault="008D16AC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BK-4   MEZGLI 1,2,3. GRIEZUMI..................................................................................................................................................   57</w:t>
      </w:r>
    </w:p>
    <w:p w:rsidR="008D16AC" w:rsidRDefault="008D16AC" w:rsidP="00D96020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BK-5   MEZGLI 4, 5. GRIEZUMI..................................................................................................................................................     58</w:t>
      </w:r>
    </w:p>
    <w:p w:rsidR="008D16AC" w:rsidRDefault="008D16AC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BK-6 KARNIZĒS MEZGLS 6 ....................................................................................................................................................        59</w:t>
      </w:r>
    </w:p>
    <w:p w:rsidR="008D16AC" w:rsidRDefault="008D16AC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BK-7  JUMTA SEGUMA PIEKĻĀVUMA MEZGLI PIE VENTKANALA UZGALVJA.......................................................         60</w:t>
      </w:r>
    </w:p>
    <w:p w:rsidR="008D16AC" w:rsidRDefault="008D16AC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BK-8  PROJEKTĒJAMĀS CEPURES VIRS VENTKANALU UZGALVJU...........................................................................         61</w:t>
      </w:r>
    </w:p>
    <w:p w:rsidR="008D16AC" w:rsidRDefault="008D16AC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BK-9  BĒNIŅU LOGS BL-1. GRIEZUMI. .............................................................................................................................           62       </w:t>
      </w:r>
    </w:p>
    <w:p w:rsidR="008D16AC" w:rsidRDefault="008D16AC" w:rsidP="00C6310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BK-10  BĒNIŅU LOGS BL-1. MĒTALA JOSLAS. SPECIFIKĀCIJA. ...........................................................................                63      </w:t>
      </w:r>
    </w:p>
    <w:p w:rsidR="008D16AC" w:rsidRPr="00DD09C0" w:rsidRDefault="008D16AC" w:rsidP="00C6310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BK-11  DARBU APJOMU SPECIFIKĀCIJA. .............................................................................................................................      64      </w:t>
      </w:r>
    </w:p>
    <w:p w:rsidR="008D16AC" w:rsidRDefault="008D16AC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DARBU ORGANIZĒŠAN SHĒMA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65</w:t>
      </w:r>
    </w:p>
    <w:p w:rsidR="008D16AC" w:rsidRDefault="008D16AC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8D16AC" w:rsidRPr="00DD09C0" w:rsidRDefault="008D16AC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8D16AC" w:rsidRPr="00DD09C0" w:rsidRDefault="008D16AC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8D16AC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6AC" w:rsidRDefault="008D16AC" w:rsidP="006D738C">
      <w:r>
        <w:separator/>
      </w:r>
    </w:p>
  </w:endnote>
  <w:endnote w:type="continuationSeparator" w:id="0">
    <w:p w:rsidR="008D16AC" w:rsidRDefault="008D16AC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6AC" w:rsidRDefault="008D16AC" w:rsidP="006D738C">
      <w:r>
        <w:separator/>
      </w:r>
    </w:p>
  </w:footnote>
  <w:footnote w:type="continuationSeparator" w:id="0">
    <w:p w:rsidR="008D16AC" w:rsidRDefault="008D16AC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AC" w:rsidRDefault="008D16AC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Pr="001A2C70">
      <w:rPr>
        <w:rFonts w:cs="Arial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8D16AC" w:rsidRPr="00DD09C0" w:rsidRDefault="008D16AC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"NeoForm"</w:t>
    </w:r>
  </w:p>
  <w:p w:rsidR="008D16AC" w:rsidRPr="00DD09C0" w:rsidRDefault="008D16AC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:rsidR="008D16AC" w:rsidRPr="00DD09C0" w:rsidRDefault="008D16AC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:rsidR="008D16AC" w:rsidRPr="00DD09C0" w:rsidRDefault="008D16AC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:rsidR="008D16AC" w:rsidRPr="00D54EBF" w:rsidRDefault="008D16AC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D54EBF">
      <w:rPr>
        <w:rFonts w:ascii="Times New Roman" w:hAnsi="Times New Roman"/>
        <w:caps/>
        <w:spacing w:val="2"/>
        <w:sz w:val="16"/>
        <w:szCs w:val="16"/>
      </w:rPr>
      <w:t xml:space="preserve">“daudzdzīvokļu dzīvojamās mājas </w:t>
    </w:r>
    <w:r>
      <w:rPr>
        <w:rFonts w:ascii="Times New Roman" w:hAnsi="Times New Roman"/>
        <w:caps/>
        <w:spacing w:val="2"/>
        <w:sz w:val="16"/>
        <w:szCs w:val="16"/>
      </w:rPr>
      <w:t>DAUGAVAS iela 24</w:t>
    </w:r>
    <w:r w:rsidRPr="00D54EBF">
      <w:rPr>
        <w:rFonts w:ascii="Times New Roman" w:hAnsi="Times New Roman"/>
        <w:caps/>
        <w:spacing w:val="2"/>
        <w:sz w:val="16"/>
        <w:szCs w:val="16"/>
      </w:rPr>
      <w:t>, Daugavpi</w:t>
    </w:r>
    <w:r>
      <w:rPr>
        <w:rFonts w:ascii="Times New Roman" w:hAnsi="Times New Roman"/>
        <w:caps/>
        <w:spacing w:val="2"/>
        <w:sz w:val="16"/>
        <w:szCs w:val="16"/>
      </w:rPr>
      <w:t>lī, JUMTA SEGUMA NOMAIŅA</w:t>
    </w:r>
    <w:r w:rsidRPr="00D54EBF">
      <w:rPr>
        <w:rFonts w:ascii="Times New Roman" w:hAnsi="Times New Roman"/>
        <w:caps/>
        <w:spacing w:val="2"/>
        <w:sz w:val="16"/>
        <w:szCs w:val="16"/>
      </w:rPr>
      <w:t>”</w:t>
    </w:r>
  </w:p>
  <w:p w:rsidR="008D16AC" w:rsidRPr="00D54EBF" w:rsidRDefault="008D16AC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adrese: DAUGAVAS iela 24</w:t>
    </w:r>
    <w:r w:rsidRPr="00D54EBF">
      <w:rPr>
        <w:rFonts w:ascii="Times New Roman" w:hAnsi="Times New Roman"/>
        <w:caps/>
        <w:spacing w:val="2"/>
        <w:sz w:val="16"/>
        <w:szCs w:val="16"/>
      </w:rPr>
      <w:t>, Daugavpils, LV-5401, Latvija,</w:t>
    </w:r>
  </w:p>
  <w:p w:rsidR="008D16AC" w:rsidRPr="004730A7" w:rsidRDefault="008D16AC" w:rsidP="00894614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>BŪVES KADASTRA APZĪMĒJUMS:</w:t>
    </w:r>
    <w:r w:rsidRPr="00602A6A">
      <w:rPr>
        <w:rFonts w:ascii="Tahoma" w:hAnsi="Tahoma" w:cs="Tahoma"/>
        <w:sz w:val="18"/>
        <w:szCs w:val="18"/>
      </w:rPr>
      <w:t xml:space="preserve"> </w:t>
    </w:r>
    <w:r w:rsidRPr="006969C1">
      <w:rPr>
        <w:rFonts w:ascii="Times New Roman" w:hAnsi="Times New Roman"/>
        <w:sz w:val="16"/>
        <w:lang w:eastAsia="ar-SA"/>
      </w:rPr>
      <w:t>050000</w:t>
    </w:r>
    <w:r>
      <w:rPr>
        <w:rFonts w:ascii="Times New Roman" w:hAnsi="Times New Roman"/>
        <w:sz w:val="16"/>
        <w:lang w:eastAsia="ar-SA"/>
      </w:rPr>
      <w:t>15902</w:t>
    </w:r>
    <w:r w:rsidRPr="006969C1">
      <w:rPr>
        <w:rFonts w:ascii="Times New Roman" w:hAnsi="Times New Roman"/>
        <w:sz w:val="16"/>
        <w:szCs w:val="18"/>
      </w:rPr>
      <w:t>001</w:t>
    </w:r>
    <w:r w:rsidRPr="004730A7">
      <w:rPr>
        <w:rFonts w:ascii="Times New Roman" w:hAnsi="Times New Roman"/>
        <w:spacing w:val="2"/>
        <w:sz w:val="16"/>
        <w:szCs w:val="16"/>
      </w:rPr>
      <w:t>.</w:t>
    </w:r>
  </w:p>
  <w:p w:rsidR="008D16AC" w:rsidRPr="004730A7" w:rsidRDefault="008D16AC" w:rsidP="00355B90">
    <w:pPr>
      <w:pStyle w:val="Header"/>
      <w:jc w:val="right"/>
      <w:rPr>
        <w:rFonts w:ascii="Times New Roman" w:hAnsi="Times New Roman"/>
        <w:spacing w:val="2"/>
        <w:sz w:val="16"/>
        <w:szCs w:val="16"/>
      </w:rPr>
    </w:pPr>
  </w:p>
  <w:p w:rsidR="008D16AC" w:rsidRPr="00B84B43" w:rsidRDefault="008D16AC" w:rsidP="00543354">
    <w:pPr>
      <w:jc w:val="center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7"/>
  </w:num>
  <w:num w:numId="6">
    <w:abstractNumId w:val="9"/>
  </w:num>
  <w:num w:numId="7">
    <w:abstractNumId w:val="14"/>
  </w:num>
  <w:num w:numId="8">
    <w:abstractNumId w:val="15"/>
  </w:num>
  <w:num w:numId="9">
    <w:abstractNumId w:val="13"/>
  </w:num>
  <w:num w:numId="10">
    <w:abstractNumId w:val="4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5258"/>
    <w:rsid w:val="00006D6E"/>
    <w:rsid w:val="000075B2"/>
    <w:rsid w:val="000107D9"/>
    <w:rsid w:val="0001606C"/>
    <w:rsid w:val="00020371"/>
    <w:rsid w:val="00025AC8"/>
    <w:rsid w:val="00043B95"/>
    <w:rsid w:val="00071582"/>
    <w:rsid w:val="00071EA2"/>
    <w:rsid w:val="000839EF"/>
    <w:rsid w:val="0008591F"/>
    <w:rsid w:val="00090D2B"/>
    <w:rsid w:val="00094F62"/>
    <w:rsid w:val="000C5AFC"/>
    <w:rsid w:val="000D59ED"/>
    <w:rsid w:val="000E3BB2"/>
    <w:rsid w:val="000F2CD1"/>
    <w:rsid w:val="000F5BB5"/>
    <w:rsid w:val="00101380"/>
    <w:rsid w:val="00101A87"/>
    <w:rsid w:val="0013513B"/>
    <w:rsid w:val="001425B0"/>
    <w:rsid w:val="00161BD3"/>
    <w:rsid w:val="00162F13"/>
    <w:rsid w:val="00183849"/>
    <w:rsid w:val="001A261C"/>
    <w:rsid w:val="001A2C70"/>
    <w:rsid w:val="001B0CAC"/>
    <w:rsid w:val="001C596F"/>
    <w:rsid w:val="001D1D3F"/>
    <w:rsid w:val="001D3878"/>
    <w:rsid w:val="001D632C"/>
    <w:rsid w:val="001E717F"/>
    <w:rsid w:val="001F51BD"/>
    <w:rsid w:val="00202A59"/>
    <w:rsid w:val="002121EB"/>
    <w:rsid w:val="00212F59"/>
    <w:rsid w:val="00214C33"/>
    <w:rsid w:val="00215FCA"/>
    <w:rsid w:val="0022202E"/>
    <w:rsid w:val="00227A77"/>
    <w:rsid w:val="0023217C"/>
    <w:rsid w:val="00240716"/>
    <w:rsid w:val="0024452F"/>
    <w:rsid w:val="00250EB1"/>
    <w:rsid w:val="002530CE"/>
    <w:rsid w:val="002558A2"/>
    <w:rsid w:val="0028111D"/>
    <w:rsid w:val="00284D20"/>
    <w:rsid w:val="002B0FDD"/>
    <w:rsid w:val="002C08C8"/>
    <w:rsid w:val="002C38D3"/>
    <w:rsid w:val="002C5729"/>
    <w:rsid w:val="002D3983"/>
    <w:rsid w:val="002D409F"/>
    <w:rsid w:val="002E4AEB"/>
    <w:rsid w:val="002F5061"/>
    <w:rsid w:val="00317CA6"/>
    <w:rsid w:val="00323248"/>
    <w:rsid w:val="0032353B"/>
    <w:rsid w:val="00326B38"/>
    <w:rsid w:val="00333F90"/>
    <w:rsid w:val="00350750"/>
    <w:rsid w:val="00355B90"/>
    <w:rsid w:val="003564A5"/>
    <w:rsid w:val="0035733C"/>
    <w:rsid w:val="00357DA5"/>
    <w:rsid w:val="003627C2"/>
    <w:rsid w:val="00363EF4"/>
    <w:rsid w:val="00370932"/>
    <w:rsid w:val="003712C4"/>
    <w:rsid w:val="003920C1"/>
    <w:rsid w:val="003A43F7"/>
    <w:rsid w:val="003A6392"/>
    <w:rsid w:val="003A7C29"/>
    <w:rsid w:val="003A7C66"/>
    <w:rsid w:val="003B1D74"/>
    <w:rsid w:val="003B4169"/>
    <w:rsid w:val="003B553E"/>
    <w:rsid w:val="003B5759"/>
    <w:rsid w:val="003B6E62"/>
    <w:rsid w:val="003C15B7"/>
    <w:rsid w:val="003C1622"/>
    <w:rsid w:val="003E475C"/>
    <w:rsid w:val="003E4AD1"/>
    <w:rsid w:val="004337FA"/>
    <w:rsid w:val="00447BC2"/>
    <w:rsid w:val="0045406F"/>
    <w:rsid w:val="004551D5"/>
    <w:rsid w:val="00463EBC"/>
    <w:rsid w:val="00463EE4"/>
    <w:rsid w:val="00467A88"/>
    <w:rsid w:val="004730A7"/>
    <w:rsid w:val="004748E0"/>
    <w:rsid w:val="00484F81"/>
    <w:rsid w:val="004B4A4E"/>
    <w:rsid w:val="004B535D"/>
    <w:rsid w:val="004B7B83"/>
    <w:rsid w:val="004C3C3D"/>
    <w:rsid w:val="004D2A30"/>
    <w:rsid w:val="004E05FA"/>
    <w:rsid w:val="004E130B"/>
    <w:rsid w:val="004E1BF7"/>
    <w:rsid w:val="004E41F4"/>
    <w:rsid w:val="00504C32"/>
    <w:rsid w:val="00507C57"/>
    <w:rsid w:val="005165B4"/>
    <w:rsid w:val="00516C01"/>
    <w:rsid w:val="0052567F"/>
    <w:rsid w:val="00543354"/>
    <w:rsid w:val="005471C9"/>
    <w:rsid w:val="00565609"/>
    <w:rsid w:val="00572F6C"/>
    <w:rsid w:val="0059083E"/>
    <w:rsid w:val="005A5023"/>
    <w:rsid w:val="005A75C4"/>
    <w:rsid w:val="005D621C"/>
    <w:rsid w:val="005E38D8"/>
    <w:rsid w:val="005F4E88"/>
    <w:rsid w:val="006017BF"/>
    <w:rsid w:val="00602A6A"/>
    <w:rsid w:val="0060334D"/>
    <w:rsid w:val="00604636"/>
    <w:rsid w:val="006061EE"/>
    <w:rsid w:val="00611EFA"/>
    <w:rsid w:val="006120F7"/>
    <w:rsid w:val="00613708"/>
    <w:rsid w:val="00622B9C"/>
    <w:rsid w:val="00623F12"/>
    <w:rsid w:val="006378D7"/>
    <w:rsid w:val="006436AE"/>
    <w:rsid w:val="00646C52"/>
    <w:rsid w:val="0065640D"/>
    <w:rsid w:val="006708FA"/>
    <w:rsid w:val="006803B4"/>
    <w:rsid w:val="00681A09"/>
    <w:rsid w:val="006842D8"/>
    <w:rsid w:val="00694846"/>
    <w:rsid w:val="006969C1"/>
    <w:rsid w:val="006B74DA"/>
    <w:rsid w:val="006D497C"/>
    <w:rsid w:val="006D738C"/>
    <w:rsid w:val="006E6798"/>
    <w:rsid w:val="006F0FA4"/>
    <w:rsid w:val="006F345A"/>
    <w:rsid w:val="00724490"/>
    <w:rsid w:val="007368C8"/>
    <w:rsid w:val="007503B1"/>
    <w:rsid w:val="00756F17"/>
    <w:rsid w:val="00760DAF"/>
    <w:rsid w:val="00763E6D"/>
    <w:rsid w:val="007829EB"/>
    <w:rsid w:val="00794B00"/>
    <w:rsid w:val="007A21C2"/>
    <w:rsid w:val="007A295B"/>
    <w:rsid w:val="007C2607"/>
    <w:rsid w:val="007D1E80"/>
    <w:rsid w:val="007E0079"/>
    <w:rsid w:val="007F1322"/>
    <w:rsid w:val="00820732"/>
    <w:rsid w:val="0083099A"/>
    <w:rsid w:val="0084311D"/>
    <w:rsid w:val="008665B1"/>
    <w:rsid w:val="00873CF9"/>
    <w:rsid w:val="0087662F"/>
    <w:rsid w:val="008766E2"/>
    <w:rsid w:val="00885A7C"/>
    <w:rsid w:val="00894614"/>
    <w:rsid w:val="008A015C"/>
    <w:rsid w:val="008A1390"/>
    <w:rsid w:val="008A480A"/>
    <w:rsid w:val="008A6522"/>
    <w:rsid w:val="008C0E81"/>
    <w:rsid w:val="008C5CB1"/>
    <w:rsid w:val="008D16AC"/>
    <w:rsid w:val="008D3D63"/>
    <w:rsid w:val="008D50DD"/>
    <w:rsid w:val="008E68A9"/>
    <w:rsid w:val="008E6F32"/>
    <w:rsid w:val="008F6462"/>
    <w:rsid w:val="00921F16"/>
    <w:rsid w:val="009226F9"/>
    <w:rsid w:val="00924171"/>
    <w:rsid w:val="009244A1"/>
    <w:rsid w:val="009409FA"/>
    <w:rsid w:val="0094315D"/>
    <w:rsid w:val="00986C95"/>
    <w:rsid w:val="009A1B6B"/>
    <w:rsid w:val="009A3C22"/>
    <w:rsid w:val="009C5C97"/>
    <w:rsid w:val="009D3DA8"/>
    <w:rsid w:val="009E152F"/>
    <w:rsid w:val="009E2818"/>
    <w:rsid w:val="009E4395"/>
    <w:rsid w:val="009F0A85"/>
    <w:rsid w:val="009F3468"/>
    <w:rsid w:val="00A112AB"/>
    <w:rsid w:val="00A21849"/>
    <w:rsid w:val="00A324C7"/>
    <w:rsid w:val="00A3557C"/>
    <w:rsid w:val="00A41B4E"/>
    <w:rsid w:val="00A44253"/>
    <w:rsid w:val="00A503DC"/>
    <w:rsid w:val="00A575A5"/>
    <w:rsid w:val="00A8365A"/>
    <w:rsid w:val="00A9566A"/>
    <w:rsid w:val="00A96FAC"/>
    <w:rsid w:val="00AA0748"/>
    <w:rsid w:val="00AB7DC7"/>
    <w:rsid w:val="00AC1953"/>
    <w:rsid w:val="00AD2456"/>
    <w:rsid w:val="00AD2DF2"/>
    <w:rsid w:val="00AF770D"/>
    <w:rsid w:val="00B00835"/>
    <w:rsid w:val="00B45C30"/>
    <w:rsid w:val="00B640E4"/>
    <w:rsid w:val="00B73651"/>
    <w:rsid w:val="00B84B43"/>
    <w:rsid w:val="00B865AA"/>
    <w:rsid w:val="00BB2050"/>
    <w:rsid w:val="00BE6C8B"/>
    <w:rsid w:val="00C119D1"/>
    <w:rsid w:val="00C12132"/>
    <w:rsid w:val="00C17388"/>
    <w:rsid w:val="00C338EC"/>
    <w:rsid w:val="00C37F8E"/>
    <w:rsid w:val="00C41F03"/>
    <w:rsid w:val="00C50DA2"/>
    <w:rsid w:val="00C53922"/>
    <w:rsid w:val="00C6310F"/>
    <w:rsid w:val="00C74F8C"/>
    <w:rsid w:val="00C769C7"/>
    <w:rsid w:val="00C94B25"/>
    <w:rsid w:val="00C97D3B"/>
    <w:rsid w:val="00CA2DD9"/>
    <w:rsid w:val="00CA4321"/>
    <w:rsid w:val="00CA6075"/>
    <w:rsid w:val="00CB1944"/>
    <w:rsid w:val="00CB640A"/>
    <w:rsid w:val="00CD7DB9"/>
    <w:rsid w:val="00CE2421"/>
    <w:rsid w:val="00CE2A1D"/>
    <w:rsid w:val="00D10CEB"/>
    <w:rsid w:val="00D245EB"/>
    <w:rsid w:val="00D35946"/>
    <w:rsid w:val="00D41078"/>
    <w:rsid w:val="00D54EBF"/>
    <w:rsid w:val="00D55EE2"/>
    <w:rsid w:val="00D713C0"/>
    <w:rsid w:val="00D8367E"/>
    <w:rsid w:val="00D85AC7"/>
    <w:rsid w:val="00D94278"/>
    <w:rsid w:val="00D96020"/>
    <w:rsid w:val="00DA3BCD"/>
    <w:rsid w:val="00DD09C0"/>
    <w:rsid w:val="00DD4159"/>
    <w:rsid w:val="00DE0F18"/>
    <w:rsid w:val="00DE45ED"/>
    <w:rsid w:val="00DF15F5"/>
    <w:rsid w:val="00E11F49"/>
    <w:rsid w:val="00E216A5"/>
    <w:rsid w:val="00E22960"/>
    <w:rsid w:val="00E40EA6"/>
    <w:rsid w:val="00E43DD8"/>
    <w:rsid w:val="00E45971"/>
    <w:rsid w:val="00E54226"/>
    <w:rsid w:val="00E56BD9"/>
    <w:rsid w:val="00E80918"/>
    <w:rsid w:val="00E86168"/>
    <w:rsid w:val="00E95EF4"/>
    <w:rsid w:val="00ED09A0"/>
    <w:rsid w:val="00ED5B7D"/>
    <w:rsid w:val="00EF0DE5"/>
    <w:rsid w:val="00F017FF"/>
    <w:rsid w:val="00F1380E"/>
    <w:rsid w:val="00F13A4D"/>
    <w:rsid w:val="00F15E83"/>
    <w:rsid w:val="00F17E72"/>
    <w:rsid w:val="00F24CC9"/>
    <w:rsid w:val="00F27D18"/>
    <w:rsid w:val="00F31D88"/>
    <w:rsid w:val="00F401AE"/>
    <w:rsid w:val="00F614CC"/>
    <w:rsid w:val="00F624A4"/>
    <w:rsid w:val="00F62E95"/>
    <w:rsid w:val="00F63AF6"/>
    <w:rsid w:val="00F7722B"/>
    <w:rsid w:val="00F9341D"/>
    <w:rsid w:val="00F94618"/>
    <w:rsid w:val="00F95EAA"/>
    <w:rsid w:val="00F96032"/>
    <w:rsid w:val="00FA56DF"/>
    <w:rsid w:val="00FA7E85"/>
    <w:rsid w:val="00FB4D68"/>
    <w:rsid w:val="00FC19CE"/>
    <w:rsid w:val="00FD02AC"/>
    <w:rsid w:val="00FE370C"/>
    <w:rsid w:val="00FF1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basedOn w:val="DefaultParagraphFont"/>
    <w:uiPriority w:val="99"/>
    <w:rsid w:val="00463EB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63EBC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rsid w:val="00760D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97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1804</Words>
  <Characters>1029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user</cp:lastModifiedBy>
  <cp:revision>2</cp:revision>
  <cp:lastPrinted>2019-07-23T13:56:00Z</cp:lastPrinted>
  <dcterms:created xsi:type="dcterms:W3CDTF">2023-02-16T14:38:00Z</dcterms:created>
  <dcterms:modified xsi:type="dcterms:W3CDTF">2023-02-16T14:38:00Z</dcterms:modified>
</cp:coreProperties>
</file>